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杭银理财幸福99半年添益2004期理财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杭银理财幸福99半年添益2004期理财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TYG6M2004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TYG6M2004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2025-03-19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