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杭银理财幸福99半年添益2003期理财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杭银理财幸福99半年添益2003期理财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TYG6M2003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TYG6M2003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2025-03-12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