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杭银理财幸福99半年添益1803期理财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杭银理财幸福99半年添益1803期理财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TYG6M1803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TYG6M1803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2025-02-06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